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1C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8475AF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8475AF">
        <w:rPr>
          <w:rFonts w:ascii="Corbel" w:hAnsi="Corbel"/>
          <w:sz w:val="20"/>
          <w:szCs w:val="24"/>
        </w:rPr>
        <w:t>2021</w:t>
      </w:r>
      <w:r w:rsidR="00E32876" w:rsidRPr="00983831">
        <w:rPr>
          <w:rFonts w:ascii="Corbel" w:hAnsi="Corbel"/>
          <w:sz w:val="20"/>
          <w:szCs w:val="24"/>
        </w:rPr>
        <w:t>/20</w:t>
      </w:r>
      <w:r w:rsidR="008475AF">
        <w:rPr>
          <w:rFonts w:ascii="Corbel" w:hAnsi="Corbel"/>
          <w:sz w:val="20"/>
          <w:szCs w:val="24"/>
        </w:rPr>
        <w:t>22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E41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E41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023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295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383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983831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983831" w:rsidRPr="001671CE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Wykł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Konw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Sem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Prakt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  <w:r w:rsidRPr="001671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295BD8">
        <w:rPr>
          <w:rFonts w:ascii="Corbel" w:hAnsi="Corbel"/>
          <w:b w:val="0"/>
          <w:szCs w:val="24"/>
        </w:rPr>
        <w:t>, praca projektowa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6CCF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charakteryzuje kluczowe zjawiska występujące w terapii tj.: przymierze terapeutyczne, przeniesienie, </w:t>
            </w:r>
            <w:proofErr w:type="spellStart"/>
            <w:r w:rsidRPr="001671CE">
              <w:rPr>
                <w:rFonts w:ascii="Corbel" w:hAnsi="Corbel"/>
                <w:b w:val="0"/>
                <w:smallCaps w:val="0"/>
                <w:szCs w:val="24"/>
              </w:rPr>
              <w:t>przeciwprzeniesienie</w:t>
            </w:r>
            <w:proofErr w:type="spellEnd"/>
            <w:r w:rsidRPr="001671CE">
              <w:rPr>
                <w:rFonts w:ascii="Corbel" w:hAnsi="Corbel"/>
                <w:b w:val="0"/>
                <w:smallCaps w:val="0"/>
                <w:szCs w:val="24"/>
              </w:rPr>
              <w:t>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zasadni teoretyczne podstawy oraz dobierze i wykorzysta różne formy terapii w odniesieniu do określonych  </w:t>
            </w:r>
            <w:proofErr w:type="spellStart"/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destruktywnych.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</w:t>
            </w: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t    terapia pedagogiczna (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pedagoterapia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Koncepcje i teorie naukowe stanowiące bazę teoretyczną i metodologiczną resocjalizacji oraz    w wynikające z nich formy i sposoby oddziaływań terapeutycznych. Terapia behawioralna i terapia p 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pschodynamiczna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>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Relacja terapeutyczna. Budowanie przymierza terapeutycznego; przeniesienie;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przeciwprzeniesienie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>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1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1C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295BD8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396C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671CE" w:rsidRDefault="00C61D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96CCF">
              <w:rPr>
                <w:rFonts w:ascii="Corbel" w:hAnsi="Corbel"/>
                <w:sz w:val="24"/>
                <w:szCs w:val="24"/>
              </w:rPr>
              <w:t>studiowanie literatury, przygotowanie projektu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7011AF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7011AF">
              <w:rPr>
                <w:rFonts w:ascii="Corbel" w:hAnsi="Corbel"/>
                <w:sz w:val="24"/>
                <w:szCs w:val="24"/>
              </w:rPr>
              <w:t xml:space="preserve">                             100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4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Pasternak J., Perenc L., </w:t>
            </w:r>
            <w:proofErr w:type="spellStart"/>
            <w:r w:rsidR="00020828" w:rsidRPr="001671CE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2AA" w:rsidRDefault="00D572AA" w:rsidP="00C16ABF">
      <w:pPr>
        <w:spacing w:after="0" w:line="240" w:lineRule="auto"/>
      </w:pPr>
      <w:r>
        <w:separator/>
      </w:r>
    </w:p>
  </w:endnote>
  <w:endnote w:type="continuationSeparator" w:id="0">
    <w:p w:rsidR="00D572AA" w:rsidRDefault="00D572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2AA" w:rsidRDefault="00D572AA" w:rsidP="00C16ABF">
      <w:pPr>
        <w:spacing w:after="0" w:line="240" w:lineRule="auto"/>
      </w:pPr>
      <w:r>
        <w:separator/>
      </w:r>
    </w:p>
  </w:footnote>
  <w:footnote w:type="continuationSeparator" w:id="0">
    <w:p w:rsidR="00D572AA" w:rsidRDefault="00D572A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59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BD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97CBD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04F0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3F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11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5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75AF"/>
    <w:rsid w:val="0085747A"/>
    <w:rsid w:val="00884922"/>
    <w:rsid w:val="00885F64"/>
    <w:rsid w:val="0088795C"/>
    <w:rsid w:val="008917F9"/>
    <w:rsid w:val="008A45F7"/>
    <w:rsid w:val="008B57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78D9"/>
    <w:rsid w:val="009B09FB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023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2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32C"/>
    <w:rsid w:val="00D17C3C"/>
    <w:rsid w:val="00D25058"/>
    <w:rsid w:val="00D26B2C"/>
    <w:rsid w:val="00D352C9"/>
    <w:rsid w:val="00D425B2"/>
    <w:rsid w:val="00D428D6"/>
    <w:rsid w:val="00D552B2"/>
    <w:rsid w:val="00D572AA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4192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8DA8-C4F8-4F35-AD33-7F2F8B23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1243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2019-12-05T10:11:00Z</cp:lastPrinted>
  <dcterms:created xsi:type="dcterms:W3CDTF">2019-11-08T12:28:00Z</dcterms:created>
  <dcterms:modified xsi:type="dcterms:W3CDTF">2021-10-04T07:30:00Z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